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D6C" w:rsidRPr="004E466E" w:rsidRDefault="00D92D6C" w:rsidP="004E46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E466E">
        <w:rPr>
          <w:rFonts w:ascii="Times New Roman" w:hAnsi="Times New Roman"/>
          <w:b/>
          <w:sz w:val="24"/>
          <w:szCs w:val="24"/>
        </w:rPr>
        <w:t>Задания для проведения школьного этапа всероссийской олимпиады школьников</w:t>
      </w:r>
    </w:p>
    <w:p w:rsidR="00D92D6C" w:rsidRPr="004E466E" w:rsidRDefault="00D92D6C" w:rsidP="004E46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E466E">
        <w:rPr>
          <w:rFonts w:ascii="Times New Roman" w:hAnsi="Times New Roman"/>
          <w:b/>
          <w:sz w:val="24"/>
          <w:szCs w:val="24"/>
        </w:rPr>
        <w:t>по физике в 2020-2021 учебном году в Дубровском районе</w:t>
      </w:r>
    </w:p>
    <w:p w:rsidR="00D92D6C" w:rsidRPr="004E466E" w:rsidRDefault="00D92D6C" w:rsidP="004E46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2D6C" w:rsidRPr="004E466E" w:rsidRDefault="00D92D6C" w:rsidP="004E46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E466E">
        <w:rPr>
          <w:rFonts w:ascii="Times New Roman" w:hAnsi="Times New Roman"/>
          <w:b/>
          <w:sz w:val="24"/>
          <w:szCs w:val="24"/>
        </w:rPr>
        <w:t>7 класс</w:t>
      </w:r>
    </w:p>
    <w:p w:rsidR="00D92D6C" w:rsidRPr="004E466E" w:rsidRDefault="00D92D6C" w:rsidP="004E466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92D6C" w:rsidRPr="004E466E" w:rsidRDefault="00D92D6C" w:rsidP="004E466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E466E">
        <w:rPr>
          <w:rFonts w:ascii="Times New Roman" w:hAnsi="Times New Roman"/>
          <w:sz w:val="24"/>
          <w:szCs w:val="24"/>
        </w:rPr>
        <w:t xml:space="preserve"> Продолжительность этапа 1,5 ч (90 минут)</w:t>
      </w:r>
    </w:p>
    <w:p w:rsidR="00D92D6C" w:rsidRPr="004E466E" w:rsidRDefault="00D92D6C" w:rsidP="004E466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E466E">
        <w:rPr>
          <w:rFonts w:ascii="Times New Roman" w:hAnsi="Times New Roman"/>
          <w:sz w:val="24"/>
          <w:szCs w:val="24"/>
        </w:rPr>
        <w:t>Каждое задание оценивается в 10 баллов</w:t>
      </w:r>
    </w:p>
    <w:p w:rsidR="00D92D6C" w:rsidRPr="004E466E" w:rsidRDefault="00D92D6C" w:rsidP="004E466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E466E">
        <w:rPr>
          <w:rFonts w:ascii="Times New Roman" w:hAnsi="Times New Roman"/>
          <w:sz w:val="24"/>
          <w:szCs w:val="24"/>
        </w:rPr>
        <w:t>Максимальное количество набранных баллов - 40</w:t>
      </w:r>
    </w:p>
    <w:p w:rsidR="00D92D6C" w:rsidRPr="004E466E" w:rsidRDefault="00D92D6C" w:rsidP="004E466E">
      <w:pPr>
        <w:pStyle w:val="NormalWeb"/>
        <w:spacing w:line="276" w:lineRule="auto"/>
        <w:ind w:left="142"/>
        <w:jc w:val="both"/>
      </w:pPr>
      <w:r w:rsidRPr="004E466E">
        <w:rPr>
          <w:b/>
        </w:rPr>
        <w:t>1.</w:t>
      </w:r>
      <w:r w:rsidRPr="004E466E">
        <w:t xml:space="preserve"> В Древней Греции единицей массы был «талант». В одном таланте содержалось 60 мин, а одна мина делилась на 100 драхм. Масса найденной археологами золотой чаши, согласно древнегреческим источникам, составляла 1 талант и 15 мин. Выразите это значение в килограммах, если известно, что 1 драхма соответствует 4,4 грамма.</w:t>
      </w:r>
    </w:p>
    <w:p w:rsidR="00D92D6C" w:rsidRPr="004E466E" w:rsidRDefault="00D92D6C" w:rsidP="004E466E">
      <w:pPr>
        <w:pStyle w:val="NormalWeb"/>
        <w:spacing w:line="276" w:lineRule="auto"/>
        <w:ind w:left="142"/>
        <w:jc w:val="both"/>
      </w:pPr>
      <w:r w:rsidRPr="004E466E">
        <w:rPr>
          <w:b/>
        </w:rPr>
        <w:t>2.</w:t>
      </w:r>
      <w:r w:rsidRPr="004E466E">
        <w:t xml:space="preserve"> В морском флоте используется внесистемная единица длины, называемая футом. Зная, что </w:t>
      </w:r>
      <w:smartTag w:uri="urn:schemas-microsoft-com:office:smarttags" w:element="metricconverter">
        <w:smartTagPr>
          <w:attr w:name="ProductID" w:val="1 футу"/>
        </w:smartTagPr>
        <w:r w:rsidRPr="004E466E">
          <w:t>1 футу</w:t>
        </w:r>
      </w:smartTag>
      <w:r w:rsidRPr="004E466E">
        <w:t xml:space="preserve"> соответствует расстояние в </w:t>
      </w:r>
      <w:smartTag w:uri="urn:schemas-microsoft-com:office:smarttags" w:element="metricconverter">
        <w:smartTagPr>
          <w:attr w:name="ProductID" w:val="304,8 мм"/>
        </w:smartTagPr>
        <w:r w:rsidRPr="004E466E">
          <w:t>304,8 мм</w:t>
        </w:r>
      </w:smartTag>
      <w:r w:rsidRPr="004E466E">
        <w:t>, оцените расстояние между килем судна и морским дном, упоминаемое в выражении «7 футов под килем». Ответ дайте в метрах и округлите до целых.</w:t>
      </w:r>
    </w:p>
    <w:p w:rsidR="00D92D6C" w:rsidRPr="004E466E" w:rsidRDefault="00D92D6C" w:rsidP="004E466E">
      <w:pPr>
        <w:pStyle w:val="NormalWeb"/>
        <w:spacing w:line="276" w:lineRule="auto"/>
        <w:ind w:left="142"/>
        <w:jc w:val="both"/>
      </w:pPr>
      <w:r w:rsidRPr="004E466E">
        <w:rPr>
          <w:b/>
        </w:rPr>
        <w:t>3.</w:t>
      </w:r>
      <w:r w:rsidRPr="004E466E">
        <w:t xml:space="preserve"> 14 ноября 1889 года журналистка Нелли Блай отправилась налегке в кругосветное путешествие по маршруту: Нью-Йорк–Лондон–Париж–Бриндизи–Суэц–Цейлон–Сингапур–Гонконг–Йокогама–Сан-Франциско–Нью-Йорк с целью повторить рекорд Филеаса Фогга. Она финишировала в Нью-Йорке, преодолев </w:t>
      </w:r>
      <w:smartTag w:uri="urn:schemas-microsoft-com:office:smarttags" w:element="metricconverter">
        <w:smartTagPr>
          <w:attr w:name="ProductID" w:val="24899 мили"/>
        </w:smartTagPr>
        <w:r w:rsidRPr="004E466E">
          <w:t>24899 мили</w:t>
        </w:r>
      </w:smartTag>
      <w:r w:rsidRPr="004E466E">
        <w:t xml:space="preserve"> (</w:t>
      </w:r>
      <w:smartTag w:uri="urn:schemas-microsoft-com:office:smarttags" w:element="metricconverter">
        <w:smartTagPr>
          <w:attr w:name="ProductID" w:val="1 миля"/>
        </w:smartTagPr>
        <w:r w:rsidRPr="004E466E">
          <w:t>1 миля</w:t>
        </w:r>
      </w:smartTag>
      <w:r w:rsidRPr="004E466E">
        <w:t xml:space="preserve"> = </w:t>
      </w:r>
      <w:smartTag w:uri="urn:schemas-microsoft-com:office:smarttags" w:element="metricconverter">
        <w:smartTagPr>
          <w:attr w:name="ProductID" w:val="1,6 км"/>
        </w:smartTagPr>
        <w:r w:rsidRPr="004E466E">
          <w:t>1,6 км</w:t>
        </w:r>
      </w:smartTag>
      <w:r w:rsidRPr="004E466E">
        <w:t>) перемещаясь со средней скоростью 6,38128 м/с. Определите время ее путешествия, которое было зафиксировано в редакции газеты (с точностью до секунды).</w:t>
      </w:r>
    </w:p>
    <w:p w:rsidR="00D92D6C" w:rsidRPr="004E466E" w:rsidRDefault="00D92D6C" w:rsidP="004E466E">
      <w:pPr>
        <w:spacing w:before="100" w:beforeAutospacing="1" w:after="100" w:afterAutospacing="1"/>
        <w:ind w:left="142"/>
        <w:jc w:val="both"/>
        <w:outlineLvl w:val="0"/>
        <w:rPr>
          <w:rFonts w:ascii="Times New Roman" w:hAnsi="Times New Roman"/>
          <w:sz w:val="24"/>
          <w:szCs w:val="24"/>
        </w:rPr>
      </w:pPr>
      <w:r w:rsidRPr="004E466E">
        <w:rPr>
          <w:rFonts w:ascii="Times New Roman" w:hAnsi="Times New Roman"/>
          <w:b/>
          <w:bCs/>
          <w:kern w:val="36"/>
          <w:sz w:val="24"/>
          <w:szCs w:val="24"/>
        </w:rPr>
        <w:t>4.</w:t>
      </w:r>
      <w:r w:rsidRPr="004E466E">
        <w:rPr>
          <w:rFonts w:ascii="Times New Roman" w:hAnsi="Times New Roman"/>
          <w:bCs/>
          <w:kern w:val="36"/>
          <w:sz w:val="24"/>
          <w:szCs w:val="24"/>
        </w:rPr>
        <w:t xml:space="preserve"> Китайскому крестьянину нужно построить плот. Крестьянин знает, что хороший плот получается из 40 цельных стволов бамбука, каждый длиной 100 чи (чи - </w:t>
      </w:r>
      <w:r w:rsidRPr="004E466E">
        <w:rPr>
          <w:rFonts w:ascii="Times New Roman" w:hAnsi="Times New Roman"/>
          <w:sz w:val="24"/>
          <w:szCs w:val="24"/>
        </w:rPr>
        <w:t xml:space="preserve">древнекитайская мера длины 1 чи = 30,12см). Беда в том, что весь бамбук в округе вчера вырубили. Сколько времени придется ждать, пока он не вырастет заново, если бамбук за сутки вырастет на </w:t>
      </w:r>
      <w:smartTag w:uri="urn:schemas-microsoft-com:office:smarttags" w:element="metricconverter">
        <w:smartTagPr>
          <w:attr w:name="ProductID" w:val="75,3 см"/>
        </w:smartTagPr>
        <w:r w:rsidRPr="004E466E">
          <w:rPr>
            <w:rFonts w:ascii="Times New Roman" w:hAnsi="Times New Roman"/>
            <w:sz w:val="24"/>
            <w:szCs w:val="24"/>
          </w:rPr>
          <w:t>75,3 см</w:t>
        </w:r>
      </w:smartTag>
      <w:r w:rsidRPr="004E466E">
        <w:rPr>
          <w:rFonts w:ascii="Times New Roman" w:hAnsi="Times New Roman"/>
          <w:sz w:val="24"/>
          <w:szCs w:val="24"/>
        </w:rPr>
        <w:t>, а в округе есть 60 бамбуковых растений?</w:t>
      </w:r>
    </w:p>
    <w:sectPr w:rsidR="00D92D6C" w:rsidRPr="004E466E" w:rsidSect="004E466E">
      <w:pgSz w:w="11906" w:h="16838"/>
      <w:pgMar w:top="899" w:right="926" w:bottom="113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09F9"/>
    <w:multiLevelType w:val="hybridMultilevel"/>
    <w:tmpl w:val="D93C60A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3AB09A8"/>
    <w:multiLevelType w:val="multilevel"/>
    <w:tmpl w:val="5540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75D9E"/>
    <w:multiLevelType w:val="hybridMultilevel"/>
    <w:tmpl w:val="AEBA8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B3F6A1E"/>
    <w:multiLevelType w:val="hybridMultilevel"/>
    <w:tmpl w:val="0B12FBD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D9F048E"/>
    <w:multiLevelType w:val="hybridMultilevel"/>
    <w:tmpl w:val="071E6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B57"/>
    <w:rsid w:val="00075EB1"/>
    <w:rsid w:val="00184B2A"/>
    <w:rsid w:val="001E4D46"/>
    <w:rsid w:val="00213B3B"/>
    <w:rsid w:val="00225B5A"/>
    <w:rsid w:val="0028009E"/>
    <w:rsid w:val="002F3E4D"/>
    <w:rsid w:val="003067BA"/>
    <w:rsid w:val="003C1853"/>
    <w:rsid w:val="003E2D28"/>
    <w:rsid w:val="003E7CD0"/>
    <w:rsid w:val="00495B57"/>
    <w:rsid w:val="004B26B0"/>
    <w:rsid w:val="004E466E"/>
    <w:rsid w:val="00517399"/>
    <w:rsid w:val="00537AFF"/>
    <w:rsid w:val="005828D9"/>
    <w:rsid w:val="006929EB"/>
    <w:rsid w:val="006F3B8D"/>
    <w:rsid w:val="007419D5"/>
    <w:rsid w:val="00813ACC"/>
    <w:rsid w:val="008405D1"/>
    <w:rsid w:val="009244CF"/>
    <w:rsid w:val="00950372"/>
    <w:rsid w:val="00961FC8"/>
    <w:rsid w:val="00A56DE2"/>
    <w:rsid w:val="00A85685"/>
    <w:rsid w:val="00AA5BD9"/>
    <w:rsid w:val="00AF3876"/>
    <w:rsid w:val="00B5046E"/>
    <w:rsid w:val="00BD54C2"/>
    <w:rsid w:val="00C23314"/>
    <w:rsid w:val="00C90E9E"/>
    <w:rsid w:val="00CD792B"/>
    <w:rsid w:val="00D12253"/>
    <w:rsid w:val="00D81464"/>
    <w:rsid w:val="00D92D6C"/>
    <w:rsid w:val="00D96018"/>
    <w:rsid w:val="00DA12E7"/>
    <w:rsid w:val="00E41E95"/>
    <w:rsid w:val="00E94F7F"/>
    <w:rsid w:val="00ED4529"/>
    <w:rsid w:val="00F00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DE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95B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rsid w:val="00495B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DefaultParagraphFont"/>
    <w:uiPriority w:val="99"/>
    <w:rsid w:val="00495B57"/>
    <w:rPr>
      <w:rFonts w:cs="Times New Roman"/>
    </w:rPr>
  </w:style>
  <w:style w:type="character" w:customStyle="1" w:styleId="c33">
    <w:name w:val="c33"/>
    <w:basedOn w:val="DefaultParagraphFont"/>
    <w:uiPriority w:val="99"/>
    <w:rsid w:val="00495B57"/>
    <w:rPr>
      <w:rFonts w:cs="Times New Roman"/>
    </w:rPr>
  </w:style>
  <w:style w:type="character" w:customStyle="1" w:styleId="c9">
    <w:name w:val="c9"/>
    <w:basedOn w:val="DefaultParagraphFont"/>
    <w:uiPriority w:val="99"/>
    <w:rsid w:val="00495B57"/>
    <w:rPr>
      <w:rFonts w:cs="Times New Roman"/>
    </w:rPr>
  </w:style>
  <w:style w:type="character" w:customStyle="1" w:styleId="c12">
    <w:name w:val="c12"/>
    <w:basedOn w:val="DefaultParagraphFont"/>
    <w:uiPriority w:val="99"/>
    <w:rsid w:val="00495B5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9244C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50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04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F3B8D"/>
    <w:pPr>
      <w:ind w:left="720"/>
      <w:contextualSpacing/>
    </w:pPr>
    <w:rPr>
      <w:lang w:eastAsia="en-US"/>
    </w:rPr>
  </w:style>
  <w:style w:type="character" w:styleId="Strong">
    <w:name w:val="Strong"/>
    <w:basedOn w:val="DefaultParagraphFont"/>
    <w:uiPriority w:val="99"/>
    <w:qFormat/>
    <w:rsid w:val="00DA12E7"/>
    <w:rPr>
      <w:rFonts w:cs="Times New Roman"/>
      <w:b/>
      <w:bCs/>
    </w:rPr>
  </w:style>
  <w:style w:type="character" w:customStyle="1" w:styleId="ff5">
    <w:name w:val="ff5"/>
    <w:basedOn w:val="DefaultParagraphFont"/>
    <w:uiPriority w:val="99"/>
    <w:rsid w:val="00E41E9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62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254</Words>
  <Characters>1453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для проведения школьного этапа всероссийской олимпиады школьников</dc:title>
  <dc:subject/>
  <dc:creator>Microsoft</dc:creator>
  <cp:keywords/>
  <dc:description/>
  <cp:lastModifiedBy>Людмила</cp:lastModifiedBy>
  <cp:revision>6</cp:revision>
  <dcterms:created xsi:type="dcterms:W3CDTF">2020-09-14T18:09:00Z</dcterms:created>
  <dcterms:modified xsi:type="dcterms:W3CDTF">2020-09-27T18:15:00Z</dcterms:modified>
</cp:coreProperties>
</file>